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851"/>
        <w:gridCol w:w="4394"/>
      </w:tblGrid>
      <w:tr w:rsidR="001B4510" w:rsidRPr="006B56FD" w14:paraId="7AAC9FB8" w14:textId="77777777" w:rsidTr="00AB041D">
        <w:trPr>
          <w:trHeight w:val="1820"/>
        </w:trPr>
        <w:tc>
          <w:tcPr>
            <w:tcW w:w="4531" w:type="dxa"/>
            <w:tcBorders>
              <w:right w:val="single" w:sz="4" w:space="0" w:color="auto"/>
            </w:tcBorders>
          </w:tcPr>
          <w:p w14:paraId="10DF36EA" w14:textId="2A0DCC7D" w:rsidR="001B4510" w:rsidRPr="003C16EE" w:rsidRDefault="001B4510" w:rsidP="001B451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>konawca</w:t>
            </w:r>
            <w:r w:rsidR="001825A9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 </w:t>
            </w:r>
          </w:p>
          <w:p w14:paraId="5E4A7BE2" w14:textId="77777777" w:rsidR="001B4510" w:rsidRPr="003C16EE" w:rsidRDefault="001B4510" w:rsidP="001B4510">
            <w:pPr>
              <w:ind w:right="28"/>
              <w:rPr>
                <w:rFonts w:asciiTheme="minorHAnsi" w:hAnsiTheme="minorHAnsi" w:cstheme="minorHAnsi"/>
              </w:rPr>
            </w:pPr>
          </w:p>
          <w:p w14:paraId="6A7F74E0" w14:textId="77777777" w:rsidR="001B4510" w:rsidRPr="003C16EE" w:rsidRDefault="001B4510" w:rsidP="001B451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6B3A52B" w14:textId="77777777" w:rsidR="001B4510" w:rsidRPr="003C16EE" w:rsidRDefault="001B4510" w:rsidP="001B451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24D43CC3" w14:textId="77777777" w:rsidR="001B4510" w:rsidRPr="003C16EE" w:rsidRDefault="001B4510" w:rsidP="001B451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1B4510" w:rsidRPr="006B56FD" w:rsidRDefault="001B4510" w:rsidP="001B451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1B4510" w:rsidRPr="006B56FD" w:rsidRDefault="001B4510" w:rsidP="001B451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43ECB17" w14:textId="77777777" w:rsidR="001B4510" w:rsidRPr="003C16EE" w:rsidRDefault="001B4510" w:rsidP="001B451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801DACA" w14:textId="77777777" w:rsidR="001B4510" w:rsidRPr="005F6AA2" w:rsidRDefault="001B4510" w:rsidP="001B451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A336262" w14:textId="77777777" w:rsidR="001B4510" w:rsidRPr="003C16EE" w:rsidRDefault="001B4510" w:rsidP="001B451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70520BC3" w14:textId="77777777" w:rsidR="001B4510" w:rsidRPr="005F6AA2" w:rsidRDefault="001B4510" w:rsidP="001B451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69A2098" w14:textId="77777777" w:rsidR="001B4510" w:rsidRPr="003C16EE" w:rsidRDefault="001B4510" w:rsidP="001B451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1E1184C" w:rsidR="001B4510" w:rsidRPr="006B56FD" w:rsidRDefault="001B4510" w:rsidP="001B451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0480366D" w:rsidR="00A62B4C" w:rsidRPr="00A62B4C" w:rsidRDefault="00A62B4C" w:rsidP="00AB041D">
      <w:pPr>
        <w:jc w:val="both"/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8E5FD6D" w:rsidR="00CC7E12" w:rsidRPr="00CC7E12" w:rsidRDefault="00CC7E12" w:rsidP="007530A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5B3A76" w:rsidRPr="005B3A76">
        <w:rPr>
          <w:rFonts w:cstheme="minorHAnsi"/>
          <w:b/>
          <w:i/>
        </w:rPr>
        <w:t>Opracowanie projektów budowlano-wykonawczych budowy sieci elektroenergetycznej SN na terenie działalności Rejonu Energetycznego Białystok Teren PGE Dystrybucja S.A. Oddział Białystok – 5 części</w:t>
      </w:r>
      <w:bookmarkStart w:id="6" w:name="_GoBack"/>
      <w:bookmarkEnd w:id="6"/>
      <w:r w:rsidR="001B4510">
        <w:rPr>
          <w:rFonts w:cstheme="minorHAnsi"/>
          <w:b/>
          <w:i/>
        </w:rPr>
        <w:t>,</w:t>
      </w:r>
      <w:r w:rsidR="001B4510"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 w:rsidR="006D6620"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="005201D4" w:rsidRPr="005201D4">
        <w:rPr>
          <w:rFonts w:cstheme="minorHAnsi"/>
          <w:b/>
        </w:rPr>
        <w:t>POST/DYS/OB/GZA/</w:t>
      </w:r>
      <w:r w:rsidR="005B3A76">
        <w:rPr>
          <w:rFonts w:cstheme="minorHAnsi"/>
          <w:b/>
        </w:rPr>
        <w:t>02739</w:t>
      </w:r>
      <w:r w:rsidR="005201D4" w:rsidRPr="005201D4">
        <w:rPr>
          <w:rFonts w:cstheme="minorHAnsi"/>
          <w:b/>
        </w:rPr>
        <w:t>/2025</w:t>
      </w:r>
      <w:r w:rsidR="001B4510" w:rsidRPr="001B4510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D21CA7" w:rsidRPr="00D21CA7">
        <w:rPr>
          <w:rFonts w:cstheme="minorHAnsi"/>
          <w:b/>
        </w:rPr>
        <w:t>PGE Dystrybucja S.A.</w:t>
      </w:r>
      <w:r w:rsidR="00D21CA7"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54D2EB6D" w:rsidR="00381365" w:rsidRDefault="00381365" w:rsidP="002C2C2F">
      <w:pPr>
        <w:jc w:val="both"/>
        <w:rPr>
          <w:rFonts w:cstheme="minorHAnsi"/>
          <w:szCs w:val="18"/>
        </w:rPr>
      </w:pPr>
    </w:p>
    <w:p w14:paraId="3A9EA690" w14:textId="6A785299" w:rsidR="008E6860" w:rsidRDefault="008E6860" w:rsidP="002C2C2F">
      <w:pPr>
        <w:jc w:val="both"/>
        <w:rPr>
          <w:rFonts w:cstheme="minorHAnsi"/>
          <w:szCs w:val="18"/>
        </w:rPr>
      </w:pPr>
    </w:p>
    <w:p w14:paraId="2505A7AD" w14:textId="635F8363" w:rsidR="008E6860" w:rsidRDefault="008E6860" w:rsidP="002C2C2F">
      <w:pPr>
        <w:jc w:val="both"/>
        <w:rPr>
          <w:rFonts w:cstheme="minorHAnsi"/>
          <w:szCs w:val="18"/>
        </w:rPr>
      </w:pPr>
    </w:p>
    <w:p w14:paraId="6240575C" w14:textId="77777777" w:rsidR="008E6860" w:rsidRPr="008E6860" w:rsidRDefault="008E6860" w:rsidP="002C2C2F">
      <w:pPr>
        <w:jc w:val="both"/>
        <w:rPr>
          <w:rFonts w:cstheme="minorHAnsi"/>
          <w:szCs w:val="18"/>
        </w:rPr>
      </w:pPr>
    </w:p>
    <w:p w14:paraId="103D7C9A" w14:textId="77777777" w:rsidR="008E6860" w:rsidRPr="009C2468" w:rsidRDefault="008E6860" w:rsidP="008E6860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21E1D812" w14:textId="77777777" w:rsidR="008E6860" w:rsidRDefault="008E6860" w:rsidP="008E6860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702ADFE3" w14:textId="77777777" w:rsidR="008E6860" w:rsidRDefault="008E6860" w:rsidP="008E6860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1B7F3631" w14:textId="3FC40CED" w:rsid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66F650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A7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DE20E8C" w14:textId="08B77087" w:rsidR="007530A3" w:rsidRPr="007530A3" w:rsidRDefault="007530A3" w:rsidP="007530A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F8A13D8" w:rsidR="00347E8D" w:rsidRPr="006B2C28" w:rsidRDefault="007530A3" w:rsidP="005B3A7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</w:t>
          </w:r>
          <w:r w:rsidR="005B3A76">
            <w:rPr>
              <w:rFonts w:asciiTheme="majorHAnsi" w:hAnsiTheme="majorHAnsi"/>
              <w:color w:val="000000" w:themeColor="text1"/>
              <w:sz w:val="14"/>
              <w:szCs w:val="18"/>
            </w:rPr>
            <w:t>02739</w:t>
          </w: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9A88761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2E86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5A9"/>
    <w:rsid w:val="00185AAB"/>
    <w:rsid w:val="00192A23"/>
    <w:rsid w:val="001974F6"/>
    <w:rsid w:val="001A4996"/>
    <w:rsid w:val="001B0061"/>
    <w:rsid w:val="001B4510"/>
    <w:rsid w:val="001D1A8B"/>
    <w:rsid w:val="001D2EB1"/>
    <w:rsid w:val="001E7E73"/>
    <w:rsid w:val="001F1FA0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1D4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A76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620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0A3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6860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5902"/>
    <w:rsid w:val="00A7626A"/>
    <w:rsid w:val="00A809BD"/>
    <w:rsid w:val="00A81CFB"/>
    <w:rsid w:val="00A85D6F"/>
    <w:rsid w:val="00AA134E"/>
    <w:rsid w:val="00AA3417"/>
    <w:rsid w:val="00AB041D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3AE1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D6D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21CA7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8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CD75BEF2FDFE4D8522A068BEE53F35" ma:contentTypeVersion="0" ma:contentTypeDescription="SWPP2 Dokument bazowy" ma:contentTypeScope="" ma:versionID="92b66a4763a136399022a1e70657f18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02739 Zał. 4 do SWZ - Oświadczenie_wykluczenie.docx</dmsv2BaseFileName>
    <dmsv2BaseDisplayName xmlns="http://schemas.microsoft.com/sharepoint/v3">02739 Zał. 4 do SWZ - Oświadczenie_wykluczenie</dmsv2BaseDisplayName>
    <dmsv2SWPP2ObjectNumber xmlns="http://schemas.microsoft.com/sharepoint/v3">POST/DYS/OB/GZA/02739/2025                        </dmsv2SWPP2ObjectNumber>
    <dmsv2SWPP2SumMD5 xmlns="http://schemas.microsoft.com/sharepoint/v3">a8a88321d8d5a96e192e406cf92caa3d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687871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23012818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VMUH7Q3WANFY-182812031-543</_dlc_DocId>
    <_dlc_DocIdUrl xmlns="a19cb1c7-c5c7-46d4-85ae-d83685407bba">
      <Url>https://swpp2.dms.gkpge.pl/sites/39/_layouts/15/DocIdRedir.aspx?ID=VMUH7Q3WANFY-182812031-543</Url>
      <Description>VMUH7Q3WANFY-182812031-543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6CB6CC-A503-402F-887E-50CF0AC2DEC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01C912-BEE0-4A7E-A4F8-D8E2FFCD56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F4EB7E-3512-40BE-BA45-4B009998A73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15</TotalTime>
  <Pages>2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15</cp:revision>
  <cp:lastPrinted>2024-07-15T11:21:00Z</cp:lastPrinted>
  <dcterms:created xsi:type="dcterms:W3CDTF">2025-04-29T12:25:00Z</dcterms:created>
  <dcterms:modified xsi:type="dcterms:W3CDTF">2025-07-23T06:06:00Z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0x01018910006FCD75BEF2FDFE4D8522A068BEE53F35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fc48b82b-ac7e-4fb1-841f-114fdf459e07</vt:lpwstr>
  </property>
</Properties>
</file>